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«экология»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экологии: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4088"/>
        <w:gridCol w:w="2106"/>
        <w:gridCol w:w="2348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 </w:t>
            </w: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Думанская Елизавета Анатольевна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 </w:t>
            </w: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Прудникова Ольга Александровна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50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Рукавишникова Екатерина Алексеевна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47,5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Призер</w:t>
            </w:r>
          </w:p>
        </w:tc>
      </w:tr>
    </w:tbl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6"/>
        <w:gridCol w:w="868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«экология»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Думанскую Елизавету, 11 класс</w:t>
      </w:r>
    </w:p>
    <w:p>
      <w:pPr>
        <w:pStyle w:val="ListParagraph"/>
        <w:numPr>
          <w:ilvl w:val="0"/>
          <w:numId w:val="1"/>
        </w:numPr>
        <w:spacing w:before="0" w:after="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Прудникову Ольгу, 11 класс</w:t>
      </w:r>
    </w:p>
    <w:p>
      <w:pPr>
        <w:pStyle w:val="ListParagraph"/>
        <w:numPr>
          <w:ilvl w:val="0"/>
          <w:numId w:val="1"/>
        </w:numPr>
        <w:spacing w:before="0" w:after="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Рукавишникову Екатерину,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Гамаюнова Мария Сергеевна, учитель биологии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4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user2" w:customStyle="1">
    <w:name w:val="Содержимое таблицы (user)"/>
    <w:basedOn w:val="Standard"/>
    <w:qFormat/>
    <w:rsid w:val="001367fd"/>
    <w:pPr>
      <w:suppressLineNumbers/>
    </w:pPr>
    <w:rPr/>
  </w:style>
  <w:style w:type="paragraph" w:styleId="user3" w:customStyle="1">
    <w:name w:val="Заголовок таблицы (user)"/>
    <w:basedOn w:val="user2"/>
    <w:qFormat/>
    <w:rsid w:val="001367fd"/>
    <w:pPr>
      <w:jc w:val="center"/>
    </w:pPr>
    <w:rPr>
      <w:b/>
      <w:bCs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user4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38</TotalTime>
  <Application>LibreOffice/25.2.6.2$Windows_X86_64 LibreOffice_project/729c5bfe710f5eb71ed3bbde9e06a6065e9c6c5d</Application>
  <AppVersion>15.0000</AppVersion>
  <Pages>1</Pages>
  <Words>136</Words>
  <Characters>783</Characters>
  <CharactersWithSpaces>867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2025-10-16T14:45:00Z</dcterms:created>
  <dc:creator>Пользователь</dc:creator>
  <dc:description/>
  <dc:language>ru-RU</dc:language>
  <cp:lastModifiedBy/>
  <dcterms:modified xsi:type="dcterms:W3CDTF">2025-10-28T15:43:45Z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